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E8" w:rsidRPr="00F856D2" w:rsidRDefault="000933E8" w:rsidP="000933E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856D2">
        <w:rPr>
          <w:rFonts w:ascii="Corbel" w:hAnsi="Corbel"/>
          <w:b/>
          <w:bCs/>
          <w:sz w:val="24"/>
          <w:szCs w:val="24"/>
        </w:rPr>
        <w:t xml:space="preserve">   </w:t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933E8" w:rsidRPr="00F856D2" w:rsidRDefault="000933E8" w:rsidP="000933E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SYLABUS</w:t>
      </w:r>
    </w:p>
    <w:p w:rsidR="000933E8" w:rsidRPr="00F856D2" w:rsidRDefault="000933E8" w:rsidP="000933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dotyczy cyklu kształcenia 20</w:t>
      </w:r>
      <w:r w:rsidR="00F856D2" w:rsidRPr="00F856D2">
        <w:rPr>
          <w:rFonts w:ascii="Corbel" w:hAnsi="Corbel"/>
          <w:b/>
          <w:smallCaps/>
          <w:sz w:val="24"/>
          <w:szCs w:val="24"/>
        </w:rPr>
        <w:t>20</w:t>
      </w:r>
      <w:r w:rsidRPr="00F856D2">
        <w:rPr>
          <w:rFonts w:ascii="Corbel" w:hAnsi="Corbel"/>
          <w:b/>
          <w:smallCaps/>
          <w:sz w:val="24"/>
          <w:szCs w:val="24"/>
        </w:rPr>
        <w:t>-202</w:t>
      </w:r>
      <w:r w:rsidR="00F856D2" w:rsidRPr="00F856D2">
        <w:rPr>
          <w:rFonts w:ascii="Corbel" w:hAnsi="Corbel"/>
          <w:b/>
          <w:smallCaps/>
          <w:sz w:val="24"/>
          <w:szCs w:val="24"/>
        </w:rPr>
        <w:t>3</w:t>
      </w:r>
    </w:p>
    <w:p w:rsidR="000933E8" w:rsidRPr="00F856D2" w:rsidRDefault="000933E8" w:rsidP="000933E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856D2">
        <w:rPr>
          <w:rFonts w:ascii="Corbel" w:hAnsi="Corbel"/>
          <w:sz w:val="24"/>
          <w:szCs w:val="24"/>
        </w:rPr>
        <w:t>)</w:t>
      </w:r>
    </w:p>
    <w:p w:rsidR="000933E8" w:rsidRPr="00F856D2" w:rsidRDefault="000933E8" w:rsidP="000933E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="00F77BB6" w:rsidRPr="00F856D2">
        <w:rPr>
          <w:rFonts w:ascii="Corbel" w:hAnsi="Corbel"/>
          <w:sz w:val="24"/>
          <w:szCs w:val="24"/>
        </w:rPr>
        <w:tab/>
        <w:t>Rok akademicki   202</w:t>
      </w:r>
      <w:r w:rsidR="00F856D2" w:rsidRPr="00F856D2">
        <w:rPr>
          <w:rFonts w:ascii="Corbel" w:hAnsi="Corbel"/>
          <w:sz w:val="24"/>
          <w:szCs w:val="24"/>
        </w:rPr>
        <w:t>1</w:t>
      </w:r>
      <w:r w:rsidR="00F77BB6" w:rsidRPr="00F856D2">
        <w:rPr>
          <w:rFonts w:ascii="Corbel" w:hAnsi="Corbel"/>
          <w:sz w:val="24"/>
          <w:szCs w:val="24"/>
        </w:rPr>
        <w:t>-202</w:t>
      </w:r>
      <w:r w:rsidR="00F856D2" w:rsidRPr="00F856D2">
        <w:rPr>
          <w:rFonts w:ascii="Corbel" w:hAnsi="Corbel"/>
          <w:sz w:val="24"/>
          <w:szCs w:val="24"/>
        </w:rPr>
        <w:t>2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F77BB6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Socjologia </w:t>
            </w:r>
            <w:r w:rsidR="00F77BB6" w:rsidRPr="00F856D2">
              <w:rPr>
                <w:rFonts w:ascii="Corbel" w:hAnsi="Corbel"/>
                <w:color w:val="000000"/>
                <w:sz w:val="24"/>
                <w:szCs w:val="24"/>
              </w:rPr>
              <w:t>społeczn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ości </w:t>
            </w:r>
            <w:r w:rsidR="00F77BB6" w:rsidRPr="00F856D2">
              <w:rPr>
                <w:rFonts w:ascii="Corbel" w:hAnsi="Corbel"/>
                <w:color w:val="000000"/>
                <w:sz w:val="24"/>
                <w:szCs w:val="24"/>
              </w:rPr>
              <w:t>loka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lnych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931EAA" w:rsidP="00931EA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P1S[4]F_01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1161B5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1161B5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F77BB6" w:rsidP="00F77BB6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Praca </w:t>
            </w:r>
            <w:r w:rsidR="000933E8" w:rsidRPr="00F856D2">
              <w:rPr>
                <w:rFonts w:ascii="Corbel" w:hAnsi="Corbel"/>
                <w:color w:val="000000"/>
                <w:sz w:val="24"/>
                <w:szCs w:val="24"/>
              </w:rPr>
              <w:t>Socj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alna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F856D2" w:rsidP="00CD4D7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Stacjonarna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A845BA" w:rsidP="00F77BB6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="00462412" w:rsidRPr="00F856D2">
              <w:rPr>
                <w:rFonts w:ascii="Corbel" w:hAnsi="Corbel"/>
                <w:color w:val="000000"/>
                <w:sz w:val="24"/>
                <w:szCs w:val="24"/>
              </w:rPr>
              <w:t>ok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2</w:t>
            </w:r>
            <w:r w:rsidR="00462412" w:rsidRPr="00F856D2">
              <w:rPr>
                <w:rFonts w:ascii="Corbel" w:hAnsi="Corbel"/>
                <w:color w:val="000000"/>
                <w:sz w:val="24"/>
                <w:szCs w:val="24"/>
              </w:rPr>
              <w:t>, semestr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="00F77BB6" w:rsidRPr="00F856D2">
              <w:rPr>
                <w:rFonts w:ascii="Corbel" w:hAnsi="Corbel"/>
                <w:color w:val="000000"/>
                <w:sz w:val="24"/>
                <w:szCs w:val="24"/>
              </w:rPr>
              <w:t>V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F856D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fakultatywny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46241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46241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Serhiy</w:t>
            </w:r>
            <w:proofErr w:type="spellEnd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Troyan</w:t>
            </w:r>
            <w:proofErr w:type="spellEnd"/>
          </w:p>
        </w:tc>
      </w:tr>
      <w:tr w:rsidR="000933E8" w:rsidRPr="00F856D2" w:rsidTr="000933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462412" w:rsidP="000933E8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Serhiy</w:t>
            </w:r>
            <w:proofErr w:type="spellEnd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Troyan</w:t>
            </w:r>
            <w:proofErr w:type="spellEnd"/>
          </w:p>
        </w:tc>
      </w:tr>
    </w:tbl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856D2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856D2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F856D2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856D2">
        <w:rPr>
          <w:rFonts w:ascii="Corbel" w:eastAsia="Times New Roman" w:hAnsi="Corbel"/>
          <w:sz w:val="24"/>
          <w:szCs w:val="24"/>
          <w:lang w:eastAsia="pl-PL"/>
        </w:rPr>
        <w:t>e,</w:t>
      </w:r>
      <w:r w:rsidRPr="00F856D2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F856D2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</w:p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856D2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933E8" w:rsidRPr="00F856D2" w:rsidTr="000933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Semestr</w:t>
            </w:r>
          </w:p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0933E8" w:rsidRPr="00F856D2" w:rsidTr="000933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462412" w:rsidP="00CD4D7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CD4D75"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462412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0933E8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3E8" w:rsidRPr="00F856D2" w:rsidRDefault="00462412" w:rsidP="000933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856D2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sz w:val="24"/>
          <w:szCs w:val="24"/>
        </w:rPr>
      </w:pPr>
    </w:p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sz w:val="24"/>
          <w:szCs w:val="24"/>
        </w:rPr>
      </w:pPr>
    </w:p>
    <w:p w:rsidR="000933E8" w:rsidRPr="00F856D2" w:rsidRDefault="000933E8" w:rsidP="000933E8">
      <w:pPr>
        <w:tabs>
          <w:tab w:val="left" w:pos="709"/>
        </w:tabs>
        <w:spacing w:after="0" w:line="240" w:lineRule="auto"/>
        <w:ind w:left="284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1.2.</w:t>
      </w:r>
      <w:r w:rsidRPr="00F856D2">
        <w:rPr>
          <w:rFonts w:ascii="Corbel" w:hAnsi="Corbel"/>
          <w:b/>
          <w:smallCaps/>
          <w:sz w:val="24"/>
          <w:szCs w:val="24"/>
        </w:rPr>
        <w:tab/>
        <w:t xml:space="preserve">Sposób realizacji zajęć  </w:t>
      </w:r>
    </w:p>
    <w:p w:rsidR="000933E8" w:rsidRPr="00F856D2" w:rsidRDefault="00462412" w:rsidP="000933E8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eastAsia="MS Gothic" w:hAnsi="Corbel" w:cs="Segoe UI Symbol"/>
          <w:smallCaps/>
          <w:sz w:val="24"/>
          <w:szCs w:val="24"/>
        </w:rPr>
        <w:t>X</w:t>
      </w:r>
      <w:r w:rsidR="000933E8" w:rsidRPr="00F856D2">
        <w:rPr>
          <w:rFonts w:ascii="Corbel" w:hAnsi="Corbel"/>
          <w:smallCaps/>
          <w:sz w:val="24"/>
          <w:szCs w:val="24"/>
        </w:rPr>
        <w:t xml:space="preserve"> zajęcia w formie tradycyjnej </w:t>
      </w:r>
    </w:p>
    <w:p w:rsidR="000933E8" w:rsidRPr="00F856D2" w:rsidRDefault="00F856D2" w:rsidP="000933E8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eastAsia="MS Gothic" w:hAnsi="Corbel" w:cs="MS Gothic"/>
          <w:smallCaps/>
          <w:sz w:val="24"/>
          <w:szCs w:val="24"/>
        </w:rPr>
        <w:t>Z</w:t>
      </w:r>
      <w:r w:rsidR="000933E8" w:rsidRPr="00F856D2">
        <w:rPr>
          <w:rFonts w:ascii="Corbel" w:hAnsi="Corbel"/>
          <w:smallCaps/>
          <w:sz w:val="24"/>
          <w:szCs w:val="24"/>
        </w:rPr>
        <w:t>ajęcia realizowane z wykorzystaniem metod i technik kształcenia na odległość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0933E8" w:rsidRPr="00F856D2" w:rsidRDefault="000933E8" w:rsidP="000933E8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1.3 </w:t>
      </w:r>
      <w:r w:rsidRPr="00F856D2">
        <w:rPr>
          <w:rFonts w:ascii="Corbel" w:hAnsi="Corbel"/>
          <w:b/>
          <w:smallCaps/>
          <w:sz w:val="24"/>
          <w:szCs w:val="24"/>
        </w:rPr>
        <w:tab/>
        <w:t xml:space="preserve">Forma zaliczenia przedmiotu  (z toku) </w:t>
      </w:r>
      <w:r w:rsidRPr="00F856D2">
        <w:rPr>
          <w:rFonts w:ascii="Corbel" w:hAnsi="Corbel"/>
          <w:smallCaps/>
          <w:sz w:val="24"/>
          <w:szCs w:val="24"/>
        </w:rPr>
        <w:t>(egzamin, zaliczenie z oceną, zaliczenie bez oceny)</w:t>
      </w:r>
    </w:p>
    <w:p w:rsidR="00A845BA" w:rsidRPr="00F856D2" w:rsidRDefault="00A845BA" w:rsidP="000933E8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ZALICZENIE Z OCENĄ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933E8" w:rsidRPr="00F856D2" w:rsidTr="000933E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462412" w:rsidP="00ED07FC">
            <w:pPr>
              <w:spacing w:before="40" w:after="4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Student zaliczył pozytywnie kurs „Wstęp do socjologii”, „Polityka społeczna” i „Wprowadzenie do problematyki regionalno-samorządowej”</w:t>
            </w:r>
            <w:r w:rsidR="00ED07FC"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.</w:t>
            </w: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856D2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:rsidR="000933E8" w:rsidRPr="00F856D2" w:rsidRDefault="000933E8" w:rsidP="000933E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62412" w:rsidRPr="00F856D2" w:rsidTr="0019227D">
        <w:tc>
          <w:tcPr>
            <w:tcW w:w="851" w:type="dxa"/>
            <w:vAlign w:val="center"/>
          </w:tcPr>
          <w:p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W trakcie zajęć zostaną przedstawione podstawowe informacje dotyczące przemian, jakie zachodzą w społeczeństwie pod wpływem rozwoju i transformacji</w:t>
            </w:r>
          </w:p>
        </w:tc>
      </w:tr>
      <w:tr w:rsidR="00462412" w:rsidRPr="00F856D2" w:rsidTr="0019227D">
        <w:tc>
          <w:tcPr>
            <w:tcW w:w="851" w:type="dxa"/>
            <w:vAlign w:val="center"/>
          </w:tcPr>
          <w:p w:rsidR="00462412" w:rsidRPr="00F856D2" w:rsidRDefault="00462412" w:rsidP="0019227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Analizie zostaną poddane zarówno teorie  jak i zjawiska i procesy rozwoju stosunków społecznych </w:t>
            </w:r>
            <w:proofErr w:type="spellStart"/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np</w:t>
            </w:r>
            <w:proofErr w:type="spellEnd"/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rozwoju </w:t>
            </w:r>
            <w:r w:rsidR="00F77BB6"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społeczności lokalnych</w:t>
            </w:r>
          </w:p>
        </w:tc>
      </w:tr>
      <w:tr w:rsidR="00462412" w:rsidRPr="00F856D2" w:rsidTr="0019227D">
        <w:tc>
          <w:tcPr>
            <w:tcW w:w="851" w:type="dxa"/>
            <w:vAlign w:val="center"/>
          </w:tcPr>
          <w:p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462412" w:rsidRPr="00F856D2" w:rsidRDefault="00462412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Główny nacisk położony zostanie na analizę przemian społecznych, zwłaszcza w zakresie więzi i stosunków terytorialnych i lokalnych</w:t>
            </w:r>
          </w:p>
        </w:tc>
      </w:tr>
      <w:tr w:rsidR="00ED07FC" w:rsidRPr="00F856D2" w:rsidTr="0019227D">
        <w:tc>
          <w:tcPr>
            <w:tcW w:w="851" w:type="dxa"/>
            <w:vAlign w:val="center"/>
          </w:tcPr>
          <w:p w:rsidR="00ED07FC" w:rsidRPr="00F856D2" w:rsidRDefault="00ED07FC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ED07FC" w:rsidRPr="00F856D2" w:rsidRDefault="00ED07FC" w:rsidP="00192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dotyczącej tradycyjnych i współczesnych ujęć i orientacji opisujących i wyjaśniających prawidłowości i dynamikę zmian współczesnych społeczności lokalnych</w:t>
            </w: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color w:val="000000"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>3.2 Efekty uczenia się dla przedmiotu</w:t>
      </w:r>
      <w:r w:rsidRPr="00F856D2">
        <w:rPr>
          <w:rFonts w:ascii="Corbel" w:hAnsi="Corbel"/>
          <w:sz w:val="24"/>
          <w:szCs w:val="24"/>
        </w:rPr>
        <w:t xml:space="preserve"> 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0933E8" w:rsidRPr="00F856D2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F856D2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62412" w:rsidRPr="00F856D2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12" w:rsidRPr="00F856D2" w:rsidRDefault="0046241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12" w:rsidRPr="00F856D2" w:rsidRDefault="00223C2A" w:rsidP="005A258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zna i rozumie mechanizmy funkcjonowania człowieka w </w:t>
            </w:r>
            <w:r w:rsidR="00F856D2" w:rsidRPr="00F856D2">
              <w:rPr>
                <w:rFonts w:ascii="Corbel" w:hAnsi="Corbel"/>
                <w:sz w:val="24"/>
                <w:szCs w:val="24"/>
              </w:rPr>
              <w:t>społecznościach lokalnych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12" w:rsidRPr="00F856D2" w:rsidRDefault="00462412" w:rsidP="00223C2A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_</w:t>
            </w:r>
            <w:r w:rsidRPr="00F856D2">
              <w:rPr>
                <w:rFonts w:ascii="Corbel" w:hAnsi="Corbel"/>
                <w:sz w:val="24"/>
                <w:szCs w:val="24"/>
              </w:rPr>
              <w:t>W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462412" w:rsidRPr="00F856D2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12" w:rsidRPr="00F856D2" w:rsidRDefault="0046241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12" w:rsidRPr="00F856D2" w:rsidRDefault="00223C2A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potrafi analizować i uzasadniać ludzkie zachowania</w:t>
            </w:r>
            <w:r w:rsidR="00F856D2" w:rsidRPr="00F856D2">
              <w:rPr>
                <w:rFonts w:ascii="Corbel" w:hAnsi="Corbel"/>
                <w:sz w:val="24"/>
                <w:szCs w:val="24"/>
              </w:rPr>
              <w:t xml:space="preserve"> w społecznościach lokalnych</w:t>
            </w:r>
            <w:r w:rsidRPr="00F856D2">
              <w:rPr>
                <w:rFonts w:ascii="Corbel" w:hAnsi="Corbel"/>
                <w:sz w:val="24"/>
                <w:szCs w:val="24"/>
              </w:rPr>
              <w:t>, ich motywy i konsekwencje (społeczne, kulturowe, prawne i ekonomiczne)</w:t>
            </w:r>
            <w:r w:rsidR="00F856D2" w:rsidRPr="00F856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12" w:rsidRPr="00F856D2" w:rsidRDefault="00462412" w:rsidP="00223C2A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_U12</w:t>
            </w:r>
          </w:p>
        </w:tc>
      </w:tr>
      <w:tr w:rsidR="00462412" w:rsidRPr="00F856D2" w:rsidTr="000933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12" w:rsidRPr="00F856D2" w:rsidRDefault="0046241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12" w:rsidRPr="00F856D2" w:rsidRDefault="00F856D2" w:rsidP="00462412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Przedstawia możliwości 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inicjowania działań na rzecz</w:t>
            </w:r>
            <w:r w:rsidRPr="00F856D2">
              <w:rPr>
                <w:rFonts w:ascii="Corbel" w:hAnsi="Corbel"/>
                <w:sz w:val="24"/>
                <w:szCs w:val="24"/>
              </w:rPr>
              <w:t xml:space="preserve"> społeczności lokalnych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12" w:rsidRPr="00F856D2" w:rsidRDefault="00462412" w:rsidP="00223C2A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="00223C2A" w:rsidRPr="00F856D2">
              <w:rPr>
                <w:rFonts w:ascii="Corbel" w:hAnsi="Corbel"/>
                <w:sz w:val="24"/>
                <w:szCs w:val="24"/>
              </w:rPr>
              <w:t>_K02</w:t>
            </w: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 xml:space="preserve">3.3 Treści programowe </w:t>
      </w:r>
      <w:r w:rsidRPr="00F856D2">
        <w:rPr>
          <w:rFonts w:ascii="Corbel" w:hAnsi="Corbel"/>
          <w:sz w:val="24"/>
          <w:szCs w:val="24"/>
        </w:rPr>
        <w:t xml:space="preserve">  </w:t>
      </w:r>
    </w:p>
    <w:p w:rsidR="000933E8" w:rsidRPr="00F856D2" w:rsidRDefault="000933E8" w:rsidP="000933E8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 xml:space="preserve">Problematyka wykładu </w:t>
      </w:r>
    </w:p>
    <w:p w:rsidR="000933E8" w:rsidRPr="00F856D2" w:rsidRDefault="000933E8" w:rsidP="000933E8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933E8" w:rsidRPr="00F856D2" w:rsidTr="0009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3E8" w:rsidRPr="00F856D2" w:rsidTr="000933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0933E8" w:rsidP="000933E8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sz w:val="24"/>
          <w:szCs w:val="24"/>
        </w:rPr>
      </w:pPr>
    </w:p>
    <w:p w:rsidR="000933E8" w:rsidRPr="00F856D2" w:rsidRDefault="000933E8" w:rsidP="000933E8">
      <w:pPr>
        <w:numPr>
          <w:ilvl w:val="0"/>
          <w:numId w:val="3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 xml:space="preserve">Problematyka ćwiczeń audytoryjnych, </w:t>
      </w:r>
      <w:r w:rsidRPr="00F856D2">
        <w:rPr>
          <w:rFonts w:ascii="Corbel" w:hAnsi="Corbel"/>
          <w:sz w:val="24"/>
          <w:szCs w:val="24"/>
          <w:u w:val="single"/>
        </w:rPr>
        <w:t>konwersatoryjnych</w:t>
      </w:r>
      <w:r w:rsidRPr="00F856D2">
        <w:rPr>
          <w:rFonts w:ascii="Corbel" w:hAnsi="Corbel"/>
          <w:sz w:val="24"/>
          <w:szCs w:val="24"/>
        </w:rPr>
        <w:t xml:space="preserve">, laboratoryjnych, zajęć praktycznych </w:t>
      </w:r>
    </w:p>
    <w:p w:rsidR="000933E8" w:rsidRPr="00F856D2" w:rsidRDefault="000933E8" w:rsidP="000933E8">
      <w:pPr>
        <w:spacing w:line="240" w:lineRule="auto"/>
        <w:ind w:left="720"/>
        <w:contextualSpacing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A2582" w:rsidRPr="00F856D2" w:rsidTr="0019227D">
        <w:tc>
          <w:tcPr>
            <w:tcW w:w="9639" w:type="dxa"/>
          </w:tcPr>
          <w:p w:rsidR="005A2582" w:rsidRPr="00F856D2" w:rsidRDefault="005A2582" w:rsidP="001922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Pojęcie i rodzaje </w:t>
            </w:r>
            <w:r w:rsidR="00F77BB6" w:rsidRPr="00F856D2">
              <w:rPr>
                <w:rFonts w:ascii="Corbel" w:hAnsi="Corbel"/>
                <w:sz w:val="24"/>
                <w:szCs w:val="24"/>
              </w:rPr>
              <w:t xml:space="preserve">społeczności lokalnych i </w:t>
            </w:r>
            <w:r w:rsidRPr="00F856D2">
              <w:rPr>
                <w:rFonts w:ascii="Corbel" w:hAnsi="Corbel"/>
                <w:sz w:val="24"/>
                <w:szCs w:val="24"/>
              </w:rPr>
              <w:t>zbiorowości. Ogólna charakterystyka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Pojęcie i rodzaje zbiorowości społecznej i etapów jej tworzenia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Pojęcie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 społeczności lokalnej i jej wymiar</w:t>
            </w:r>
            <w:r w:rsidRPr="00F856D2">
              <w:rPr>
                <w:rFonts w:ascii="Corbel" w:hAnsi="Corbel"/>
                <w:sz w:val="24"/>
                <w:szCs w:val="24"/>
              </w:rPr>
              <w:t>ów (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przestrzennego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,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społecznego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 i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psychologicznego)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lastRenderedPageBreak/>
              <w:t>Społeczność lokalna a konflikt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Społeczność lokalna a ekologia społeczna</w:t>
            </w:r>
          </w:p>
        </w:tc>
      </w:tr>
      <w:tr w:rsidR="005A2582" w:rsidRPr="00CF4070" w:rsidTr="0019227D">
        <w:tc>
          <w:tcPr>
            <w:tcW w:w="9639" w:type="dxa"/>
          </w:tcPr>
          <w:p w:rsidR="005A2582" w:rsidRPr="00CF4070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val="de-AT"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 xml:space="preserve">Społeczność lokalna a zbiorowość terytorialna. </w:t>
            </w:r>
            <w:proofErr w:type="spellStart"/>
            <w:r w:rsidRPr="00CF4070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>Koncepcja</w:t>
            </w:r>
            <w:proofErr w:type="spellEnd"/>
            <w:r w:rsidRPr="00CF4070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 xml:space="preserve"> Gemeinschaft i </w:t>
            </w:r>
            <w:proofErr w:type="spellStart"/>
            <w:r w:rsidRPr="00CF4070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>Geselschaft</w:t>
            </w:r>
            <w:proofErr w:type="spellEnd"/>
            <w:r w:rsidRPr="00CF4070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 xml:space="preserve"> </w:t>
            </w:r>
            <w:proofErr w:type="spellStart"/>
            <w:r w:rsidRPr="00CF4070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>F.Tonniesa</w:t>
            </w:r>
            <w:proofErr w:type="spellEnd"/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Przestrzeń, terytorium, ludność, społeczne interakcje, wspólne więzi ludzi i instytucji, poczucie przynależności do miejsca zamieszkania, tzw. patriotyzm lokalny jako elementy konstytuowania społeczności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terytorialnej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Społeczeństwo miasta i szczegóły jej rozwoju i tożsamości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Społeczeństwo wsi. Mityzacja wsi i współczesne warunki rozwoju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990067" w:rsidP="0099006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Władza lokalna; elity i liderzy w społeczności lokalnej </w:t>
            </w:r>
            <w:r w:rsidR="005A2582" w:rsidRPr="00F856D2">
              <w:rPr>
                <w:rFonts w:ascii="Corbel" w:hAnsi="Corbel"/>
                <w:sz w:val="24"/>
                <w:szCs w:val="24"/>
              </w:rPr>
              <w:t xml:space="preserve">Typy </w:t>
            </w:r>
            <w:proofErr w:type="spellStart"/>
            <w:r w:rsidR="005A2582" w:rsidRPr="00F856D2">
              <w:rPr>
                <w:rFonts w:ascii="Corbel" w:hAnsi="Corbel"/>
                <w:sz w:val="24"/>
                <w:szCs w:val="24"/>
              </w:rPr>
              <w:t>strategij</w:t>
            </w:r>
            <w:proofErr w:type="spellEnd"/>
            <w:r w:rsidR="005A2582" w:rsidRPr="00F856D2">
              <w:rPr>
                <w:rFonts w:ascii="Corbel" w:hAnsi="Corbel"/>
                <w:sz w:val="24"/>
                <w:szCs w:val="24"/>
              </w:rPr>
              <w:t xml:space="preserve"> rozwoju lokalnego</w:t>
            </w:r>
          </w:p>
        </w:tc>
      </w:tr>
      <w:tr w:rsidR="005A2582" w:rsidRPr="00F856D2" w:rsidTr="0019227D">
        <w:tc>
          <w:tcPr>
            <w:tcW w:w="9639" w:type="dxa"/>
          </w:tcPr>
          <w:p w:rsidR="005A2582" w:rsidRPr="00F856D2" w:rsidRDefault="005A2582" w:rsidP="00990067">
            <w:pPr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Zbiorowość terytorialna jako szereg skupisk lokalnych (np. podziału na 16 województw)</w:t>
            </w: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3.4 Metody dydaktyczne</w:t>
      </w:r>
      <w:r w:rsidRPr="00F856D2">
        <w:rPr>
          <w:rFonts w:ascii="Corbel" w:hAnsi="Corbel"/>
          <w:smallCaps/>
          <w:sz w:val="24"/>
          <w:szCs w:val="24"/>
        </w:rPr>
        <w:t xml:space="preserve"> 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5A2582" w:rsidRPr="00F856D2" w:rsidRDefault="005A2582" w:rsidP="005A258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856D2">
        <w:rPr>
          <w:rFonts w:ascii="Corbel" w:hAnsi="Corbel"/>
          <w:i/>
          <w:smallCaps w:val="0"/>
          <w:szCs w:val="24"/>
          <w:u w:val="single"/>
        </w:rPr>
        <w:t>Ćwiczenia:</w:t>
      </w:r>
      <w:r w:rsidRPr="00F856D2">
        <w:rPr>
          <w:rFonts w:ascii="Corbel" w:hAnsi="Corbel"/>
          <w:b w:val="0"/>
          <w:i/>
          <w:smallCaps w:val="0"/>
          <w:szCs w:val="24"/>
        </w:rPr>
        <w:t xml:space="preserve"> Obecności i aktywności na zajęciach,</w:t>
      </w:r>
      <w:r w:rsidRPr="00F856D2">
        <w:rPr>
          <w:rFonts w:ascii="Corbel" w:hAnsi="Corbel"/>
          <w:b w:val="0"/>
          <w:i/>
          <w:smallCaps w:val="0"/>
          <w:szCs w:val="24"/>
          <w:lang w:val="uk-UA"/>
        </w:rPr>
        <w:t xml:space="preserve"> </w:t>
      </w:r>
      <w:r w:rsidRPr="00F856D2">
        <w:rPr>
          <w:rFonts w:ascii="Corbel" w:hAnsi="Corbel"/>
          <w:b w:val="0"/>
          <w:i/>
          <w:smallCaps w:val="0"/>
          <w:szCs w:val="24"/>
        </w:rPr>
        <w:t xml:space="preserve">analiza tekstów z dyskusją, metoda projektów (projekt badawczy), praca w grupach (dyskusja),gry dydaktyczne, kolokwium z dyskusją wokół </w:t>
      </w:r>
      <w:r w:rsidR="001161B5" w:rsidRPr="00F856D2">
        <w:rPr>
          <w:rFonts w:ascii="Corbel" w:hAnsi="Corbel"/>
          <w:b w:val="0"/>
          <w:i/>
          <w:smallCaps w:val="0"/>
          <w:szCs w:val="24"/>
        </w:rPr>
        <w:t>referatów (prac zaliczeniowych), metody kształcenia na odległość</w:t>
      </w:r>
      <w:r w:rsidR="00CD4D75" w:rsidRPr="00F856D2">
        <w:rPr>
          <w:rFonts w:ascii="Corbel" w:hAnsi="Corbel"/>
          <w:b w:val="0"/>
          <w:i/>
          <w:smallCaps w:val="0"/>
          <w:szCs w:val="24"/>
        </w:rPr>
        <w:t>.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0933E8" w:rsidRPr="00F856D2" w:rsidRDefault="000933E8" w:rsidP="000933E8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4. METODY I KRYTERIA OCENY </w:t>
      </w:r>
    </w:p>
    <w:p w:rsidR="000933E8" w:rsidRPr="00F856D2" w:rsidRDefault="000933E8" w:rsidP="000933E8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4.1 Sposoby weryfikacji efektów uczenia się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0933E8" w:rsidRPr="00F856D2" w:rsidTr="000933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Forma zajęć dydaktycznych </w:t>
            </w:r>
          </w:p>
          <w:p w:rsidR="000933E8" w:rsidRPr="00F856D2" w:rsidRDefault="000933E8" w:rsidP="000933E8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(w, </w:t>
            </w:r>
            <w:proofErr w:type="spellStart"/>
            <w:r w:rsidRPr="00F856D2"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  <w:r w:rsidRPr="00F856D2">
              <w:rPr>
                <w:rFonts w:ascii="Corbel" w:hAnsi="Corbel"/>
                <w:smallCaps/>
                <w:sz w:val="24"/>
                <w:szCs w:val="24"/>
              </w:rPr>
              <w:t>, …)</w:t>
            </w:r>
          </w:p>
        </w:tc>
      </w:tr>
      <w:tr w:rsidR="005A2582" w:rsidRPr="00F856D2" w:rsidTr="005A2582">
        <w:tc>
          <w:tcPr>
            <w:tcW w:w="1985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85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A2582" w:rsidRPr="00F856D2" w:rsidTr="005A2582">
        <w:tc>
          <w:tcPr>
            <w:tcW w:w="1985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856D2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A2582" w:rsidRPr="00F856D2" w:rsidTr="005A2582">
        <w:tc>
          <w:tcPr>
            <w:tcW w:w="1985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A2582" w:rsidRPr="00F856D2" w:rsidRDefault="002D2F8E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:rsidR="005A2582" w:rsidRPr="00F856D2" w:rsidRDefault="005A2582" w:rsidP="001922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4.2 Warunki zaliczenia przedmiotu (kryteria oceniania) </w:t>
      </w:r>
    </w:p>
    <w:p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933E8" w:rsidRPr="00F856D2" w:rsidTr="000933E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2D2F8E" w:rsidP="002D2F8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Referat (praca </w:t>
            </w:r>
            <w:proofErr w:type="spellStart"/>
            <w:r w:rsidRPr="00F856D2">
              <w:rPr>
                <w:rFonts w:ascii="Corbel" w:hAnsi="Corbel"/>
                <w:smallCaps/>
                <w:sz w:val="24"/>
                <w:szCs w:val="24"/>
              </w:rPr>
              <w:t>zal</w:t>
            </w:r>
            <w:proofErr w:type="spellEnd"/>
            <w:r w:rsidRPr="00F856D2">
              <w:rPr>
                <w:rFonts w:ascii="Corbel" w:hAnsi="Corbel"/>
                <w:smallCaps/>
                <w:sz w:val="24"/>
                <w:szCs w:val="24"/>
              </w:rPr>
              <w:t>.): napisanie i prezentacja referatu (pracę zaliczeniowej), kolokwium z dyskusją wokół referatów (prac zaliczeniowych)</w:t>
            </w:r>
          </w:p>
        </w:tc>
      </w:tr>
    </w:tbl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933E8" w:rsidRPr="00F856D2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33E8" w:rsidRPr="00F856D2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2D2F8E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933E8" w:rsidRPr="00F856D2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(udział w konsultacjach, egzaminie</w:t>
            </w:r>
            <w:r w:rsidR="00F77BB6" w:rsidRPr="00F856D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F77BB6" w:rsidRPr="00F856D2">
              <w:rPr>
                <w:rFonts w:ascii="Corbel" w:hAnsi="Corbel"/>
                <w:sz w:val="24"/>
                <w:szCs w:val="24"/>
              </w:rPr>
              <w:t>zaliczniu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F77BB6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933E8" w:rsidRPr="00F856D2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2D2F8E" w:rsidP="00F77B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F77BB6" w:rsidRPr="00F856D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933E8" w:rsidRPr="00F856D2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F77BB6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933E8" w:rsidRPr="00F856D2" w:rsidTr="000933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2D2F8E" w:rsidP="000933E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933E8" w:rsidRPr="00F856D2" w:rsidRDefault="000933E8" w:rsidP="000933E8">
      <w:pPr>
        <w:spacing w:after="0" w:line="240" w:lineRule="auto"/>
        <w:ind w:left="426"/>
        <w:rPr>
          <w:rFonts w:ascii="Corbel" w:hAnsi="Corbel"/>
          <w:i/>
          <w:smallCaps/>
          <w:sz w:val="24"/>
          <w:szCs w:val="24"/>
        </w:rPr>
      </w:pPr>
      <w:r w:rsidRPr="00F856D2">
        <w:rPr>
          <w:rFonts w:ascii="Corbel" w:hAnsi="Corbel"/>
          <w:i/>
          <w:smallCaps/>
          <w:sz w:val="24"/>
          <w:szCs w:val="24"/>
        </w:rPr>
        <w:t xml:space="preserve">* Należy uwzględnić, że 1 </w:t>
      </w:r>
      <w:proofErr w:type="spellStart"/>
      <w:r w:rsidRPr="00F856D2">
        <w:rPr>
          <w:rFonts w:ascii="Corbel" w:hAnsi="Corbel"/>
          <w:i/>
          <w:smallCaps/>
          <w:sz w:val="24"/>
          <w:szCs w:val="24"/>
        </w:rPr>
        <w:t>pkt</w:t>
      </w:r>
      <w:proofErr w:type="spellEnd"/>
      <w:r w:rsidRPr="00F856D2">
        <w:rPr>
          <w:rFonts w:ascii="Corbel" w:hAnsi="Corbel"/>
          <w:i/>
          <w:smallCaps/>
          <w:sz w:val="24"/>
          <w:szCs w:val="24"/>
        </w:rPr>
        <w:t xml:space="preserve"> ECTS odpowiada 25-30 godzin całkowitego nakładu pracy studenta.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6. PRAKTYKI ZAWODOWE W RAMACH PRZEDMIOTU</w:t>
      </w:r>
    </w:p>
    <w:p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933E8" w:rsidRPr="00F856D2" w:rsidTr="000933E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F77BB6" w:rsidP="000933E8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-</w:t>
            </w:r>
          </w:p>
        </w:tc>
      </w:tr>
      <w:tr w:rsidR="000933E8" w:rsidRPr="00F856D2" w:rsidTr="000933E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3E8" w:rsidRPr="00F856D2" w:rsidRDefault="000933E8" w:rsidP="000933E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E8" w:rsidRPr="00F856D2" w:rsidRDefault="00F77BB6" w:rsidP="000933E8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-</w:t>
            </w:r>
          </w:p>
        </w:tc>
      </w:tr>
    </w:tbl>
    <w:p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7. LITERATURA </w:t>
      </w:r>
    </w:p>
    <w:p w:rsidR="000933E8" w:rsidRPr="00F856D2" w:rsidRDefault="000933E8" w:rsidP="000933E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D2F8E" w:rsidRPr="00F856D2" w:rsidTr="0019227D">
        <w:trPr>
          <w:trHeight w:val="397"/>
        </w:trPr>
        <w:tc>
          <w:tcPr>
            <w:tcW w:w="7513" w:type="dxa"/>
          </w:tcPr>
          <w:p w:rsidR="002D2F8E" w:rsidRPr="00F856D2" w:rsidRDefault="002D2F8E" w:rsidP="00192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56D2">
              <w:rPr>
                <w:rFonts w:ascii="Corbel" w:hAnsi="Corbel"/>
                <w:i/>
                <w:smallCaps w:val="0"/>
                <w:szCs w:val="24"/>
              </w:rPr>
              <w:t>Literatura podstawowa</w:t>
            </w:r>
            <w:r w:rsidRPr="00F856D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spellingerror"/>
                <w:rFonts w:ascii="Corbel" w:hAnsi="Corbel" w:cs="Segoe UI"/>
                <w:color w:val="000000"/>
              </w:rPr>
              <w:t>Czachor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R. (2017). Teoria systemowo-funkcjonalna a badania i zarządzanie społecznościami lokalnymi.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Społeczności Lokalne. Studia Interdyscyplinarne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1, ss. 17-36.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Gilejko L. (2002). Funkcje społeczności lokalnych i szanse ich realizacji.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Rocznik Żyrardowski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1, ss. 65-67.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Goszczyński W. (2015).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Lokalne horyzont zdarzeń. Lokalność i kapitał społeczny w kulturze (nie)ufności na przykładzie wsi kujawsko-pomorskiej.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Toruń: Muzeum Etnograficzne w Toruniu, s. 11-13.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Jałowiecki B., Szczepański M.S. (2002).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Rozwój lokalny i regionalny w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perspektywie socjologicznej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Tychy: Śląskie Wydawnictwo Naukowe.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Kurczewska J. (red.). (2006).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Oblicza lokalności. Różnorodność miejsc i czasu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Wydawnictwo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PAN.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Kurczewska J. (red.). (2008).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Oblicza lokalności. Ku nowym formom życia lokalnego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Wydawnictwo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PAN.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Kurczewska J., Bojar H. (red.) (2006).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Granice na pograniczach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Wydawnictwo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PAN.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Lewenstein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B. (2006).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Nowy paradygmat rozwoju układów lokalnych – w stronę obywatelskich wizji społeczności lokalnych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PAN.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Nowak S. (2007).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Metodologia badań społecznych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Wydawnictwo Naukowe PWN.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Posern-Zieliński A. (2005). Tożsamość a terytorium. Perspektywa antropologiczna.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Przegląd Zachodni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3, ss. 3 – 20.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Rybicki P. (1972). Społeczeństwo miejskie. Warszawa: Państwowe Wydawnictwo Naukowe.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Sadowski A. (2005).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Od Polski lokalnej do regionalnej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, W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. Wesołowski, J. Włodarek (red.)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Kręgi integracji i rodzaje tożsamości.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(ss. 141-162). Warszawa: Wydawnictwo Naukowe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Sadowski A. (2009). Podlasie – szanse (zagrożenia) na region, W A.F. Bocian (red.)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Podlasie regionem przyszłości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(ss. 7-21). Białystok: Wydawnictwo Uniwersytetu w Białymstoku.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Starosta P. (1995). Poza metropolią. Wiejskie i małomiasteczkowe zbiorowości lokalne a wzory porządku makrospołecznego. Łódź: Wydawnictwo Uniwersytetu Łódzkiego, s. 30-32.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lastRenderedPageBreak/>
              <w:t xml:space="preserve">Starosta P. (2002). Społeczność lokalna. W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Encyklopedia socjologii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(ss. 97-108). Warszawa 2002.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Szczepański M. (2006). Tożsamość europejska i lokalne rewindykacje. W B. Jałowiecki, W. Łukowski (red.)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Społeczności lokalne. Teraźniejszość i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</w:rPr>
              <w:t> 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przyszłość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Wydawnictwo Naukowe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Szczepański M.S, Ślęzak-Tazbir W. (2010). Region i społeczność lokalna w perspektywie socjologicznej,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Górnośląskie Studia Socjologiczne. Seria Nowa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1, ss. 14-16.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Szczepański M.S. (2005). Społeczności lokalne i regionalne a ład kontynentalny i globalny. W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. Wesołowski, J. Włodarek J. (red.),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Kręgi integracji i rodzaje tożsamości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(ss. 121-140). Warszawa: Wydawnictwo Naukowe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Sztompka P. (2002).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Socjologia. Analiza społeczeństwa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 Wydawnictwo Znak.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Tarkowski J. (1994).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 świata polityki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Wydawnictwo Naukowe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Tönnies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F. (2008).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Wspólnota i stowarzyszenie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Wydawnictwo Naukowe PWN. 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Turowski J. (1995). Więź społeczna w grupie. W P. Starosta (red.),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Zbiorowości terytorialne i więzi społeczne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Łódź: Wydawnictwo Uniwersytetu Łódzkiego.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Turowski J. (2000).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Socjologia. Wielkie struktury socjologiczne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Lublin: Towarzystwo Naukowe KUL.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Turowski J. (2001).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Socjologia. Małe struktury socjologiczne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Lublin: Towarzystwo Naukowe KUL.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Wójcik S. (2002). Dynamika i bariery w rozwoju społeczności lokalnych 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 xml:space="preserve">i </w:t>
            </w:r>
            <w:r>
              <w:rPr>
                <w:rStyle w:val="contextualspellingandgrammarerror"/>
                <w:rFonts w:ascii="Arial" w:hAnsi="Arial" w:cs="Arial"/>
                <w:color w:val="000000"/>
              </w:rPr>
              <w:t> 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samorządu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 terytorialnego w Polsce.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Przegląd Politologiczny</w:t>
            </w:r>
            <w:r>
              <w:rPr>
                <w:rStyle w:val="normaltextrun"/>
                <w:rFonts w:ascii="Corbel" w:hAnsi="Corbel" w:cs="Segoe UI"/>
                <w:color w:val="000000"/>
              </w:rPr>
              <w:t>, 1, ss. 111-125.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011F9E" w:rsidRP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Zarycki T. (2010). Peryferie. Nowe ujęcie zależności centro-peryferyjnych, Warszawa: Wydawnictwo Naukowe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  <w:tr w:rsidR="002D2F8E" w:rsidRPr="00F856D2" w:rsidTr="0019227D">
        <w:trPr>
          <w:trHeight w:val="397"/>
        </w:trPr>
        <w:tc>
          <w:tcPr>
            <w:tcW w:w="7513" w:type="dxa"/>
          </w:tcPr>
          <w:p w:rsidR="002D2F8E" w:rsidRPr="00F856D2" w:rsidRDefault="002D2F8E" w:rsidP="00192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56D2">
              <w:rPr>
                <w:rFonts w:ascii="Corbel" w:hAnsi="Corbel"/>
                <w:i/>
                <w:smallCaps w:val="0"/>
                <w:szCs w:val="24"/>
              </w:rPr>
              <w:lastRenderedPageBreak/>
              <w:t>Literatura uzupełniająca</w:t>
            </w:r>
            <w:r w:rsidRPr="00F856D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Bauman Z. (1996).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Etyka ponowoczesna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Wydawnictwo Naukowe PWN.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Centrum Badania Opinii Społecznej. (2010b).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Komunikat z badań „Wybory samorządowe – znaczenie, zainteresowanie oraz deklaracje udziału w głosowaniu”</w:t>
            </w:r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http://www.cbos.pl/PL/publikacje/raporty_2010.php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Kapitał społeczny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http://civicpedia.ngo.pl/x/330089#ESS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Michalski K. (2004).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Europa i społeczeństwo obywatelskie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 Wydawnictwo Znak.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Nisbet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R. (2005). Postęp zagrożony. W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P.Sztompka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M. Kucia (red.),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Socjologia. Lektury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(ss. 618-624). Kraków: Wydawnictwo Znak.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Piekara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A. (2005).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Samorząd terytorialny i inne formy aktywności społecznej dawniej i dziś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Warszawa: Wydawnictwo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Twigger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Podedworna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H. (1999). Analiza struktur społecznych. Wybrane przykłady. W J. Polakowska-Kujawa.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Socjologia ogólna. Wybrane problemy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Oficyna Wydawnicza SGH.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Rybicki P. (1979).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Struktura społecznego świata. Studia z teorii społecznej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</w:t>
            </w:r>
            <w:r>
              <w:rPr>
                <w:rStyle w:val="normaltextrun"/>
                <w:rFonts w:ascii="Corbel" w:hAnsi="Corbel" w:cs="Segoe UI"/>
                <w:color w:val="000000"/>
              </w:rPr>
              <w:lastRenderedPageBreak/>
              <w:t>Warszawa: Państwowe Wydawnictwo Naukowe.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Skałbania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B. (2015). Wybrane miejsce w społeczności lokalnej – konteksty pedagogiczne. W M. Adamczyk, W. Olszewski,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Społeczności lokalne jako "miejsca" zmian. Teoria i praktyka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(ss. 17-26). Polkowice: Wydawnictwo Dolnośląskiej Wyższej Szkoły Przedsiębiorczości i Techniki w Polkowicach.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Szacki J. (2002).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Historia myśli socjologicznej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Szczepański J. (1970).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Elementarne pojęcia socjologii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Państwowe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  <w:p w:rsidR="000321AB" w:rsidRPr="00CF4070" w:rsidRDefault="00CF4070" w:rsidP="00CF4070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 xml:space="preserve">Sztompka P. (1996). Zaufanie – warunek podmiotowości społeczeństwa. W: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K.Gorlach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, </w:t>
            </w: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Z.Seręga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 (red.).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Oblicza społeczeństwa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(ss. 116-119). Kraków: Wydawnictwo UJ.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 xml:space="preserve"> </w:t>
            </w:r>
          </w:p>
        </w:tc>
      </w:tr>
    </w:tbl>
    <w:p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w:rsidR="00EF24A8" w:rsidRPr="00F856D2" w:rsidRDefault="00F77BB6" w:rsidP="00EF24A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856D2">
        <w:rPr>
          <w:rFonts w:ascii="Corbel" w:hAnsi="Corbel"/>
          <w:b w:val="0"/>
          <w:smallCaps w:val="0"/>
          <w:szCs w:val="24"/>
        </w:rPr>
        <w:t>19</w:t>
      </w:r>
      <w:r w:rsidR="00EF24A8" w:rsidRPr="00F856D2">
        <w:rPr>
          <w:rFonts w:ascii="Corbel" w:hAnsi="Corbel"/>
          <w:b w:val="0"/>
          <w:smallCaps w:val="0"/>
          <w:szCs w:val="24"/>
        </w:rPr>
        <w:t>.</w:t>
      </w:r>
      <w:r w:rsidRPr="00F856D2">
        <w:rPr>
          <w:rFonts w:ascii="Corbel" w:hAnsi="Corbel"/>
          <w:b w:val="0"/>
          <w:smallCaps w:val="0"/>
          <w:szCs w:val="24"/>
        </w:rPr>
        <w:t>10</w:t>
      </w:r>
      <w:r w:rsidR="00EF24A8" w:rsidRPr="00F856D2">
        <w:rPr>
          <w:rFonts w:ascii="Corbel" w:hAnsi="Corbel"/>
          <w:b w:val="0"/>
          <w:smallCaps w:val="0"/>
          <w:szCs w:val="24"/>
        </w:rPr>
        <w:t>.20</w:t>
      </w:r>
      <w:r w:rsidRPr="00F856D2">
        <w:rPr>
          <w:rFonts w:ascii="Corbel" w:hAnsi="Corbel"/>
          <w:b w:val="0"/>
          <w:smallCaps w:val="0"/>
          <w:szCs w:val="24"/>
        </w:rPr>
        <w:t>20</w:t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r w:rsidR="00EF24A8" w:rsidRPr="00F856D2">
        <w:rPr>
          <w:rFonts w:ascii="Corbel" w:hAnsi="Corbel"/>
          <w:b w:val="0"/>
          <w:smallCaps w:val="0"/>
          <w:szCs w:val="24"/>
        </w:rPr>
        <w:tab/>
      </w:r>
      <w:proofErr w:type="spellStart"/>
      <w:r w:rsidR="00EF24A8" w:rsidRPr="00F856D2">
        <w:rPr>
          <w:rFonts w:ascii="Corbel" w:hAnsi="Corbel"/>
          <w:b w:val="0"/>
          <w:smallCaps w:val="0"/>
          <w:szCs w:val="24"/>
        </w:rPr>
        <w:t>Serhiy</w:t>
      </w:r>
      <w:proofErr w:type="spellEnd"/>
      <w:r w:rsidR="00EF24A8" w:rsidRPr="00F856D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EF24A8" w:rsidRPr="00F856D2">
        <w:rPr>
          <w:rFonts w:ascii="Corbel" w:hAnsi="Corbel"/>
          <w:b w:val="0"/>
          <w:smallCaps w:val="0"/>
          <w:szCs w:val="24"/>
        </w:rPr>
        <w:t>Troyan</w:t>
      </w:r>
      <w:proofErr w:type="spellEnd"/>
    </w:p>
    <w:p w:rsidR="00EF24A8" w:rsidRPr="00F856D2" w:rsidRDefault="00EF24A8" w:rsidP="00EF24A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F24A8" w:rsidRPr="00F856D2" w:rsidRDefault="00EF24A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w:rsidR="00EF24A8" w:rsidRPr="00F856D2" w:rsidRDefault="00EF24A8" w:rsidP="000933E8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w:rsidR="000933E8" w:rsidRPr="00F856D2" w:rsidRDefault="000933E8" w:rsidP="000933E8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smallCaps/>
          <w:sz w:val="24"/>
          <w:szCs w:val="24"/>
        </w:rPr>
        <w:t>Akceptacja Kierownika Jednostki lub osoby upoważnionej</w:t>
      </w:r>
    </w:p>
    <w:sectPr w:rsidR="000933E8" w:rsidRPr="00F85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85" w:rsidRDefault="00DE1D85" w:rsidP="00C16ABF">
      <w:pPr>
        <w:spacing w:after="0" w:line="240" w:lineRule="auto"/>
      </w:pPr>
      <w:r>
        <w:separator/>
      </w:r>
    </w:p>
  </w:endnote>
  <w:endnote w:type="continuationSeparator" w:id="0">
    <w:p w:rsidR="00DE1D85" w:rsidRDefault="00DE1D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85" w:rsidRDefault="00DE1D85" w:rsidP="00C16ABF">
      <w:pPr>
        <w:spacing w:after="0" w:line="240" w:lineRule="auto"/>
      </w:pPr>
      <w:r>
        <w:separator/>
      </w:r>
    </w:p>
  </w:footnote>
  <w:footnote w:type="continuationSeparator" w:id="0">
    <w:p w:rsidR="00DE1D85" w:rsidRDefault="00DE1D85" w:rsidP="00C16ABF">
      <w:pPr>
        <w:spacing w:after="0" w:line="240" w:lineRule="auto"/>
      </w:pPr>
      <w:r>
        <w:continuationSeparator/>
      </w:r>
    </w:p>
  </w:footnote>
  <w:footnote w:id="1">
    <w:p w:rsidR="000933E8" w:rsidRDefault="000933E8" w:rsidP="000933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744DE"/>
    <w:multiLevelType w:val="hybridMultilevel"/>
    <w:tmpl w:val="628C28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E4562"/>
    <w:multiLevelType w:val="hybridMultilevel"/>
    <w:tmpl w:val="F99A4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558DF"/>
    <w:multiLevelType w:val="hybridMultilevel"/>
    <w:tmpl w:val="51860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72B62"/>
    <w:multiLevelType w:val="hybridMultilevel"/>
    <w:tmpl w:val="31725F2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E56564"/>
    <w:multiLevelType w:val="hybridMultilevel"/>
    <w:tmpl w:val="51860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U3MzQyNjcyMzBW0lEKTi0uzszPAykwrAUApGSs4SwAAAA="/>
  </w:docVars>
  <w:rsids>
    <w:rsidRoot w:val="00BD66E9"/>
    <w:rsid w:val="000048FD"/>
    <w:rsid w:val="000077B4"/>
    <w:rsid w:val="00011F9E"/>
    <w:rsid w:val="00015B8F"/>
    <w:rsid w:val="0002095E"/>
    <w:rsid w:val="00022ECE"/>
    <w:rsid w:val="000321AB"/>
    <w:rsid w:val="00042A51"/>
    <w:rsid w:val="00042D2E"/>
    <w:rsid w:val="00044C82"/>
    <w:rsid w:val="00070ED6"/>
    <w:rsid w:val="000742DC"/>
    <w:rsid w:val="00084C12"/>
    <w:rsid w:val="000933E8"/>
    <w:rsid w:val="0009462C"/>
    <w:rsid w:val="00094B12"/>
    <w:rsid w:val="00096C46"/>
    <w:rsid w:val="000A296F"/>
    <w:rsid w:val="000A2A28"/>
    <w:rsid w:val="000A61B5"/>
    <w:rsid w:val="000B192D"/>
    <w:rsid w:val="000B28EE"/>
    <w:rsid w:val="000B3E37"/>
    <w:rsid w:val="000D04B0"/>
    <w:rsid w:val="000F1C57"/>
    <w:rsid w:val="000F5615"/>
    <w:rsid w:val="001161B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27D"/>
    <w:rsid w:val="00192F37"/>
    <w:rsid w:val="001A70D2"/>
    <w:rsid w:val="001D584C"/>
    <w:rsid w:val="001D657B"/>
    <w:rsid w:val="001D7B54"/>
    <w:rsid w:val="001E0209"/>
    <w:rsid w:val="001E2361"/>
    <w:rsid w:val="001F27E5"/>
    <w:rsid w:val="001F2CA2"/>
    <w:rsid w:val="002144C0"/>
    <w:rsid w:val="00223C2A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8CD"/>
    <w:rsid w:val="002B5EA0"/>
    <w:rsid w:val="002B6119"/>
    <w:rsid w:val="002C1F06"/>
    <w:rsid w:val="002D2F8E"/>
    <w:rsid w:val="002D73D4"/>
    <w:rsid w:val="002E4874"/>
    <w:rsid w:val="002F02A3"/>
    <w:rsid w:val="002F4ABE"/>
    <w:rsid w:val="003018BA"/>
    <w:rsid w:val="00305C92"/>
    <w:rsid w:val="003151C5"/>
    <w:rsid w:val="00330876"/>
    <w:rsid w:val="003343CF"/>
    <w:rsid w:val="00346FE9"/>
    <w:rsid w:val="0034759A"/>
    <w:rsid w:val="003503F6"/>
    <w:rsid w:val="003530DD"/>
    <w:rsid w:val="0036338F"/>
    <w:rsid w:val="00363F78"/>
    <w:rsid w:val="00375C2C"/>
    <w:rsid w:val="00384685"/>
    <w:rsid w:val="003A0A5B"/>
    <w:rsid w:val="003A1176"/>
    <w:rsid w:val="003A626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2412"/>
    <w:rsid w:val="004652C2"/>
    <w:rsid w:val="0046783F"/>
    <w:rsid w:val="00471326"/>
    <w:rsid w:val="00474F06"/>
    <w:rsid w:val="0047573C"/>
    <w:rsid w:val="0047598D"/>
    <w:rsid w:val="004840FD"/>
    <w:rsid w:val="00490F7D"/>
    <w:rsid w:val="00491678"/>
    <w:rsid w:val="004968E2"/>
    <w:rsid w:val="004A3EEA"/>
    <w:rsid w:val="004A4D1F"/>
    <w:rsid w:val="004B3C35"/>
    <w:rsid w:val="004D3B2F"/>
    <w:rsid w:val="004D5282"/>
    <w:rsid w:val="004E7846"/>
    <w:rsid w:val="004F1551"/>
    <w:rsid w:val="004F55A3"/>
    <w:rsid w:val="0050496F"/>
    <w:rsid w:val="00513B6F"/>
    <w:rsid w:val="00517C63"/>
    <w:rsid w:val="00520BF4"/>
    <w:rsid w:val="005363C4"/>
    <w:rsid w:val="00536BDE"/>
    <w:rsid w:val="005403D9"/>
    <w:rsid w:val="00541501"/>
    <w:rsid w:val="00543ACC"/>
    <w:rsid w:val="005727DB"/>
    <w:rsid w:val="005A0855"/>
    <w:rsid w:val="005A2582"/>
    <w:rsid w:val="005A3196"/>
    <w:rsid w:val="005C080F"/>
    <w:rsid w:val="005C55E5"/>
    <w:rsid w:val="005C696A"/>
    <w:rsid w:val="005E6E85"/>
    <w:rsid w:val="005F31D2"/>
    <w:rsid w:val="00602625"/>
    <w:rsid w:val="0061029B"/>
    <w:rsid w:val="00617230"/>
    <w:rsid w:val="00621CE1"/>
    <w:rsid w:val="00647FA8"/>
    <w:rsid w:val="006557A3"/>
    <w:rsid w:val="006620D9"/>
    <w:rsid w:val="00671958"/>
    <w:rsid w:val="00675843"/>
    <w:rsid w:val="0069570B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7F66C1"/>
    <w:rsid w:val="0080427F"/>
    <w:rsid w:val="0081707E"/>
    <w:rsid w:val="008449B3"/>
    <w:rsid w:val="0085747A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2F2F"/>
    <w:rsid w:val="008D3DFB"/>
    <w:rsid w:val="008E64F4"/>
    <w:rsid w:val="008F12C9"/>
    <w:rsid w:val="008F6E29"/>
    <w:rsid w:val="00907087"/>
    <w:rsid w:val="00916188"/>
    <w:rsid w:val="00923D7D"/>
    <w:rsid w:val="00931EAA"/>
    <w:rsid w:val="009508DF"/>
    <w:rsid w:val="00950DAC"/>
    <w:rsid w:val="00954A07"/>
    <w:rsid w:val="00990067"/>
    <w:rsid w:val="00997F14"/>
    <w:rsid w:val="009A78D9"/>
    <w:rsid w:val="009C3E31"/>
    <w:rsid w:val="009C54AE"/>
    <w:rsid w:val="009C788E"/>
    <w:rsid w:val="009E3B41"/>
    <w:rsid w:val="009F29DB"/>
    <w:rsid w:val="009F3C5C"/>
    <w:rsid w:val="009F4610"/>
    <w:rsid w:val="00A00ECC"/>
    <w:rsid w:val="00A0753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45B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A7"/>
    <w:rsid w:val="00AF2C1E"/>
    <w:rsid w:val="00AF5D8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1782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37F"/>
    <w:rsid w:val="00C94B98"/>
    <w:rsid w:val="00CA2B96"/>
    <w:rsid w:val="00CA5089"/>
    <w:rsid w:val="00CD4D75"/>
    <w:rsid w:val="00CD6897"/>
    <w:rsid w:val="00CE5BAC"/>
    <w:rsid w:val="00CF25BE"/>
    <w:rsid w:val="00CF4070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2A5"/>
    <w:rsid w:val="00D8678B"/>
    <w:rsid w:val="00D86A1B"/>
    <w:rsid w:val="00D86D33"/>
    <w:rsid w:val="00DA2114"/>
    <w:rsid w:val="00DD324A"/>
    <w:rsid w:val="00DE09C0"/>
    <w:rsid w:val="00DE1D85"/>
    <w:rsid w:val="00DE397B"/>
    <w:rsid w:val="00DF320D"/>
    <w:rsid w:val="00DF71C8"/>
    <w:rsid w:val="00E129B8"/>
    <w:rsid w:val="00E21E7D"/>
    <w:rsid w:val="00E22FBC"/>
    <w:rsid w:val="00E24BF5"/>
    <w:rsid w:val="00E25338"/>
    <w:rsid w:val="00E27213"/>
    <w:rsid w:val="00E51E44"/>
    <w:rsid w:val="00E63348"/>
    <w:rsid w:val="00E77E88"/>
    <w:rsid w:val="00E8107D"/>
    <w:rsid w:val="00EA4832"/>
    <w:rsid w:val="00EC4899"/>
    <w:rsid w:val="00ED03AB"/>
    <w:rsid w:val="00ED07FC"/>
    <w:rsid w:val="00ED32D2"/>
    <w:rsid w:val="00EE32DE"/>
    <w:rsid w:val="00EE5457"/>
    <w:rsid w:val="00EF24A8"/>
    <w:rsid w:val="00F02F1B"/>
    <w:rsid w:val="00F03DA8"/>
    <w:rsid w:val="00F070AB"/>
    <w:rsid w:val="00F27A7B"/>
    <w:rsid w:val="00F4522D"/>
    <w:rsid w:val="00F526AF"/>
    <w:rsid w:val="00F617C3"/>
    <w:rsid w:val="00F7066B"/>
    <w:rsid w:val="00F76086"/>
    <w:rsid w:val="00F77BB6"/>
    <w:rsid w:val="00F82292"/>
    <w:rsid w:val="00F83B28"/>
    <w:rsid w:val="00F856D2"/>
    <w:rsid w:val="00FB7DBA"/>
    <w:rsid w:val="00FC1C25"/>
    <w:rsid w:val="00FC27B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F40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F4070"/>
  </w:style>
  <w:style w:type="character" w:customStyle="1" w:styleId="normaltextrun">
    <w:name w:val="normaltextrun"/>
    <w:basedOn w:val="Domylnaczcionkaakapitu"/>
    <w:rsid w:val="00CF4070"/>
  </w:style>
  <w:style w:type="character" w:customStyle="1" w:styleId="eop">
    <w:name w:val="eop"/>
    <w:basedOn w:val="Domylnaczcionkaakapitu"/>
    <w:rsid w:val="00CF4070"/>
  </w:style>
  <w:style w:type="character" w:customStyle="1" w:styleId="contextualspellingandgrammarerror">
    <w:name w:val="contextualspellingandgrammarerror"/>
    <w:basedOn w:val="Domylnaczcionkaakapitu"/>
    <w:rsid w:val="00CF4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58C65-B915-4E07-BAEA-774418DC74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AF58C-E9A4-49D3-A36A-73365DF5527A}"/>
</file>

<file path=customXml/itemProps3.xml><?xml version="1.0" encoding="utf-8"?>
<ds:datastoreItem xmlns:ds="http://schemas.openxmlformats.org/officeDocument/2006/customXml" ds:itemID="{48DDE3A1-2FF3-473E-8AA6-3BEC6111FAEE}"/>
</file>

<file path=customXml/itemProps4.xml><?xml version="1.0" encoding="utf-8"?>
<ds:datastoreItem xmlns:ds="http://schemas.openxmlformats.org/officeDocument/2006/customXml" ds:itemID="{96A395E7-0560-4280-B997-257F9AC57C2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1506</Words>
  <Characters>9037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2017-02-15T12:41:00Z</cp:lastPrinted>
  <dcterms:created xsi:type="dcterms:W3CDTF">2021-10-01T09:59:00Z</dcterms:created>
  <dcterms:modified xsi:type="dcterms:W3CDTF">2021-10-01T09:59:00Z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